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484329" w:themeColor="background2" w:themeShade="3F"/>
  <w:body>
    <w:tbl>
      <w:tblPr>
        <w:tblW w:w="1644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699"/>
        <w:gridCol w:w="1800"/>
        <w:gridCol w:w="1721"/>
        <w:gridCol w:w="2522"/>
        <w:gridCol w:w="4732"/>
        <w:gridCol w:w="1127"/>
      </w:tblGrid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Date</w:t>
            </w:r>
          </w:p>
        </w:tc>
        <w:tc>
          <w:tcPr>
            <w:tcW w:w="2699" w:type="dxa"/>
            <w:shd w:val="clear" w:color="auto" w:fill="FFC00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Responsable </w:t>
            </w:r>
            <w:r w:rsidRPr="00F75B8B">
              <w:rPr>
                <w:rFonts w:ascii="Segoe UI" w:hAnsi="Segoe UI" w:cs="Segoe UI"/>
                <w:b/>
                <w:i/>
                <w:color w:val="000000"/>
                <w:sz w:val="21"/>
                <w:szCs w:val="21"/>
              </w:rPr>
              <w:t>plongée enfants</w:t>
            </w:r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3C2AB2" w:rsidP="003C2AB2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Responsable piscine 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Sécurité</w:t>
            </w:r>
            <w:r w:rsidR="003B52B5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 (sous réserve)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Suggestion Thème PISCINE</w:t>
            </w:r>
          </w:p>
        </w:tc>
        <w:tc>
          <w:tcPr>
            <w:tcW w:w="4732" w:type="dxa"/>
            <w:shd w:val="clear" w:color="auto" w:fill="FFFF00"/>
          </w:tcPr>
          <w:p w:rsidR="003C2AB2" w:rsidRPr="00AE2FD5" w:rsidRDefault="000B383E" w:rsidP="00F75B8B">
            <w:pPr>
              <w:spacing w:after="0" w:line="240" w:lineRule="auto"/>
              <w:rPr>
                <w:rFonts w:ascii="Segoe UI" w:hAnsi="Segoe UI" w:cs="Segoe UI"/>
                <w:b/>
                <w:color w:val="000000"/>
              </w:rPr>
            </w:pPr>
            <w:r w:rsidRPr="00AE2FD5">
              <w:rPr>
                <w:rFonts w:ascii="Segoe UI" w:hAnsi="Segoe UI" w:cs="Segoe UI"/>
                <w:b/>
                <w:color w:val="000000"/>
              </w:rPr>
              <w:t xml:space="preserve">Cours </w:t>
            </w:r>
            <w:r w:rsidR="003C2AB2" w:rsidRPr="00AE2FD5">
              <w:rPr>
                <w:rFonts w:ascii="Segoe UI" w:hAnsi="Segoe UI" w:cs="Segoe UI"/>
                <w:b/>
                <w:color w:val="000000"/>
              </w:rPr>
              <w:t>théoriques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Baptême</w:t>
            </w:r>
          </w:p>
        </w:tc>
      </w:tr>
      <w:tr w:rsidR="00E54E7A" w:rsidRPr="00F75B8B" w:rsidTr="003F2D2A">
        <w:tc>
          <w:tcPr>
            <w:tcW w:w="1843" w:type="dxa"/>
            <w:shd w:val="clear" w:color="auto" w:fill="DAEEF3" w:themeFill="accent5" w:themeFillTint="33"/>
          </w:tcPr>
          <w:p w:rsidR="00E54E7A" w:rsidRPr="00B548AA" w:rsidRDefault="00E54E7A" w:rsidP="003F2D2A">
            <w:pPr>
              <w:spacing w:after="0" w:line="240" w:lineRule="auto"/>
              <w:rPr>
                <w:rFonts w:ascii="Segoe UI" w:hAnsi="Segoe UI" w:cs="Segoe UI"/>
                <w:color w:val="000000" w:themeColor="text1"/>
                <w:sz w:val="21"/>
                <w:szCs w:val="21"/>
              </w:rPr>
            </w:pPr>
          </w:p>
        </w:tc>
        <w:tc>
          <w:tcPr>
            <w:tcW w:w="14601" w:type="dxa"/>
            <w:gridSpan w:val="6"/>
            <w:shd w:val="clear" w:color="auto" w:fill="auto"/>
          </w:tcPr>
          <w:p w:rsidR="00E54E7A" w:rsidRPr="00E54E7A" w:rsidRDefault="00E73026" w:rsidP="00F75B8B">
            <w:pPr>
              <w:spacing w:after="0" w:line="240" w:lineRule="auto"/>
              <w:rPr>
                <w:rFonts w:ascii="Segoe UI" w:hAnsi="Segoe UI" w:cs="Segoe UI"/>
                <w:color w:val="FFFFFF" w:themeColor="background1"/>
                <w:sz w:val="21"/>
                <w:szCs w:val="21"/>
              </w:rPr>
            </w:pPr>
            <w:r>
              <w:rPr>
                <w:rFonts w:ascii="Segoe UI" w:hAnsi="Segoe UI" w:cs="Segoe UI"/>
                <w:color w:val="FFFFFF" w:themeColor="background1"/>
                <w:sz w:val="21"/>
                <w:szCs w:val="21"/>
              </w:rPr>
              <w:t>Pas d’entraînement</w:t>
            </w:r>
            <w:r w:rsidR="003F2D2A">
              <w:rPr>
                <w:rFonts w:ascii="Segoe UI" w:hAnsi="Segoe UI" w:cs="Segoe UI"/>
                <w:color w:val="FFFFFF" w:themeColor="background1"/>
                <w:sz w:val="21"/>
                <w:szCs w:val="21"/>
              </w:rPr>
              <w:t xml:space="preserve"> DU 5/1 au 20/1</w:t>
            </w:r>
            <w:r>
              <w:rPr>
                <w:rFonts w:ascii="Segoe UI" w:hAnsi="Segoe UI" w:cs="Segoe UI"/>
                <w:color w:val="FFFFFF" w:themeColor="background1"/>
                <w:sz w:val="21"/>
                <w:szCs w:val="21"/>
              </w:rPr>
              <w:t>, fermeture de la piscine</w:t>
            </w:r>
            <w:r w:rsidR="00F93DA8" w:rsidRPr="00075097">
              <w:rPr>
                <w:rFonts w:ascii="Segoe UI" w:hAnsi="Segoe UI" w:cs="Segoe UI"/>
                <w:color w:val="000000" w:themeColor="text1"/>
                <w:sz w:val="21"/>
                <w:szCs w:val="21"/>
                <w:highlight w:val="red"/>
              </w:rPr>
              <w:t xml:space="preserve"> </w:t>
            </w:r>
            <w:r w:rsidR="00F93DA8" w:rsidRPr="00F93DA8">
              <w:rPr>
                <w:rFonts w:ascii="Segoe UI" w:hAnsi="Segoe UI" w:cs="Segoe UI"/>
                <w:sz w:val="21"/>
                <w:szCs w:val="21"/>
                <w:highlight w:val="red"/>
              </w:rPr>
              <w:t>Réunion Comité le 5/1</w:t>
            </w:r>
          </w:p>
        </w:tc>
      </w:tr>
      <w:tr w:rsidR="00A35F5C" w:rsidRPr="00F75B8B" w:rsidTr="003F2D2A">
        <w:trPr>
          <w:trHeight w:val="355"/>
        </w:trPr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3C2AB2" w:rsidP="00E54E7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Mercredi 2</w:t>
            </w:r>
            <w:r w:rsidR="00E54E7A">
              <w:rPr>
                <w:rFonts w:ascii="Segoe UI" w:hAnsi="Segoe UI" w:cs="Segoe UI"/>
                <w:color w:val="000000"/>
                <w:sz w:val="21"/>
                <w:szCs w:val="21"/>
              </w:rPr>
              <w:t>1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/1</w:t>
            </w:r>
          </w:p>
        </w:tc>
        <w:tc>
          <w:tcPr>
            <w:tcW w:w="2699" w:type="dxa"/>
            <w:shd w:val="clear" w:color="auto" w:fill="FFC000"/>
          </w:tcPr>
          <w:p w:rsidR="003C2AB2" w:rsidRPr="00F75B8B" w:rsidRDefault="003455D0" w:rsidP="00D34DBC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Pas d’entraînement</w:t>
            </w:r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Arlette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3C2AB2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C65EBB" w:rsidP="00F75B8B">
            <w:pPr>
              <w:spacing w:after="0" w:line="240" w:lineRule="auto"/>
            </w:pPr>
            <w:r>
              <w:t>S</w:t>
            </w:r>
            <w:r w:rsidR="000B383E">
              <w:t>ecourisme</w:t>
            </w:r>
            <w:r>
              <w:t xml:space="preserve"> PLS</w:t>
            </w:r>
          </w:p>
        </w:tc>
        <w:tc>
          <w:tcPr>
            <w:tcW w:w="4732" w:type="dxa"/>
            <w:shd w:val="clear" w:color="auto" w:fill="FFFF00"/>
          </w:tcPr>
          <w:p w:rsidR="003C2AB2" w:rsidRPr="00AE2FD5" w:rsidRDefault="003C2AB2" w:rsidP="00AE2FD5">
            <w:pPr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3C2AB2" w:rsidP="00E54E7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Lundi 2</w:t>
            </w:r>
            <w:r w:rsidR="00E54E7A">
              <w:rPr>
                <w:rFonts w:ascii="Segoe UI" w:hAnsi="Segoe UI" w:cs="Segoe UI"/>
                <w:color w:val="000000"/>
                <w:sz w:val="21"/>
                <w:szCs w:val="21"/>
              </w:rPr>
              <w:t>6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/1</w:t>
            </w:r>
          </w:p>
        </w:tc>
        <w:tc>
          <w:tcPr>
            <w:tcW w:w="2699" w:type="dxa"/>
            <w:shd w:val="clear" w:color="auto" w:fill="000000" w:themeFill="text1"/>
          </w:tcPr>
          <w:p w:rsidR="003C2AB2" w:rsidRPr="00F75B8B" w:rsidRDefault="00F25C85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636157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Alain B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636157" w:rsidP="00B95623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Alain B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4732" w:type="dxa"/>
            <w:shd w:val="clear" w:color="auto" w:fill="FFFF00"/>
          </w:tcPr>
          <w:p w:rsidR="003C2AB2" w:rsidRPr="00AE2FD5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 w:rsidRPr="00AE2FD5">
              <w:rPr>
                <w:rFonts w:ascii="Segoe UI" w:hAnsi="Segoe UI" w:cs="Segoe UI"/>
                <w:color w:val="000000"/>
              </w:rP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E54E7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28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/1</w:t>
            </w:r>
          </w:p>
        </w:tc>
        <w:tc>
          <w:tcPr>
            <w:tcW w:w="2699" w:type="dxa"/>
            <w:shd w:val="clear" w:color="auto" w:fill="FFC000"/>
          </w:tcPr>
          <w:p w:rsidR="003C2AB2" w:rsidRPr="00F75B8B" w:rsidRDefault="00F93DA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9D051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4732" w:type="dxa"/>
            <w:shd w:val="clear" w:color="auto" w:fill="FFFF00"/>
          </w:tcPr>
          <w:p w:rsidR="003C2AB2" w:rsidRPr="00AE2FD5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E54E7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2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/2</w:t>
            </w:r>
          </w:p>
        </w:tc>
        <w:tc>
          <w:tcPr>
            <w:tcW w:w="2699" w:type="dxa"/>
            <w:shd w:val="clear" w:color="auto" w:fill="000000" w:themeFill="text1"/>
          </w:tcPr>
          <w:p w:rsidR="003C2AB2" w:rsidRPr="00F75B8B" w:rsidRDefault="00F25C85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915808" w:rsidP="00915808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1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636157" w:rsidP="00F75B8B">
            <w:pPr>
              <w:spacing w:after="0" w:line="240" w:lineRule="auto"/>
            </w:pPr>
            <w:r>
              <w:rPr>
                <w:rFonts w:ascii="Segoe UI" w:hAnsi="Segoe UI" w:cs="Segoe UI"/>
                <w:color w:val="000000"/>
                <w:sz w:val="21"/>
                <w:szCs w:val="21"/>
                <w:lang w:val="en-US"/>
              </w:rPr>
              <w:t>Alain B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3C2AB2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C2AB2" w:rsidRPr="00AE2FD5" w:rsidRDefault="00CF6948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Oui </w:t>
            </w: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E54E7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4</w:t>
            </w:r>
            <w:r w:rsidR="003C2AB2"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/2</w:t>
            </w:r>
          </w:p>
        </w:tc>
        <w:tc>
          <w:tcPr>
            <w:tcW w:w="2699" w:type="dxa"/>
            <w:shd w:val="clear" w:color="auto" w:fill="FFC000"/>
          </w:tcPr>
          <w:p w:rsidR="003C2AB2" w:rsidRPr="00F75B8B" w:rsidRDefault="00D34DBC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 w:themeColor="text1"/>
                <w:sz w:val="21"/>
                <w:szCs w:val="21"/>
                <w:lang w:val="en-US"/>
              </w:rPr>
              <w:t>Ono 2</w:t>
            </w:r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7F0D9D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Michel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3C2AB2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3C2AB2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6B4BAE" w:rsidRPr="00AE2FD5" w:rsidRDefault="006B4BAE" w:rsidP="002E7EC6">
            <w:pPr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E54E7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9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/2</w:t>
            </w:r>
            <w:r w:rsidR="00CF6948" w:rsidRPr="00F2572A">
              <w:rPr>
                <w:rFonts w:ascii="Segoe UI" w:hAnsi="Segoe UI" w:cs="Segoe UI"/>
                <w:color w:val="000000"/>
                <w:sz w:val="21"/>
                <w:szCs w:val="21"/>
                <w:highlight w:val="red"/>
              </w:rPr>
              <w:t xml:space="preserve"> </w:t>
            </w:r>
          </w:p>
        </w:tc>
        <w:tc>
          <w:tcPr>
            <w:tcW w:w="2699" w:type="dxa"/>
            <w:shd w:val="clear" w:color="auto" w:fill="000000" w:themeFill="text1"/>
          </w:tcPr>
          <w:p w:rsidR="003C2AB2" w:rsidRPr="00F75B8B" w:rsidRDefault="00F25C85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B95623" w:rsidP="00F75B8B">
            <w:pPr>
              <w:spacing w:after="0" w:line="240" w:lineRule="auto"/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Christian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84167A" w:rsidP="00F75B8B">
            <w:pPr>
              <w:spacing w:after="0" w:line="240" w:lineRule="auto"/>
            </w:pPr>
            <w:r>
              <w:t>Secourisme /</w:t>
            </w:r>
            <w:r w:rsidR="00C65EBB">
              <w:t>Réanimation</w:t>
            </w:r>
          </w:p>
        </w:tc>
        <w:tc>
          <w:tcPr>
            <w:tcW w:w="4732" w:type="dxa"/>
            <w:shd w:val="clear" w:color="auto" w:fill="FFFF00"/>
          </w:tcPr>
          <w:p w:rsidR="003C2AB2" w:rsidRPr="00AE2FD5" w:rsidRDefault="0084167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 w:rsidRPr="00F2572A">
              <w:rPr>
                <w:rFonts w:ascii="Segoe UI" w:hAnsi="Segoe UI" w:cs="Segoe UI"/>
                <w:color w:val="000000"/>
                <w:sz w:val="21"/>
                <w:szCs w:val="21"/>
                <w:highlight w:val="red"/>
              </w:rPr>
              <w:t>Réunion comité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E54E7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11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/2</w:t>
            </w:r>
          </w:p>
        </w:tc>
        <w:tc>
          <w:tcPr>
            <w:tcW w:w="2699" w:type="dxa"/>
            <w:shd w:val="clear" w:color="auto" w:fill="FFC000"/>
          </w:tcPr>
          <w:p w:rsidR="003C2AB2" w:rsidRPr="00F75B8B" w:rsidRDefault="003455D0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9D051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2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3C2AB2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3F2D2A" w:rsidP="003F2D2A">
            <w:pPr>
              <w:spacing w:after="0" w:line="240" w:lineRule="auto"/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TSA</w:t>
            </w:r>
            <w:r>
              <w:t xml:space="preserve"> </w:t>
            </w:r>
          </w:p>
        </w:tc>
        <w:tc>
          <w:tcPr>
            <w:tcW w:w="4732" w:type="dxa"/>
            <w:shd w:val="clear" w:color="auto" w:fill="FFFF00"/>
          </w:tcPr>
          <w:p w:rsidR="003C2AB2" w:rsidRPr="00AE2FD5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Default="00E54E7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16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/2</w:t>
            </w:r>
          </w:p>
          <w:p w:rsidR="00F2572A" w:rsidRPr="00F75B8B" w:rsidRDefault="00F257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2699" w:type="dxa"/>
            <w:shd w:val="clear" w:color="auto" w:fill="000000" w:themeFill="text1"/>
          </w:tcPr>
          <w:p w:rsidR="003C2AB2" w:rsidRPr="00F75B8B" w:rsidRDefault="00F25C85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Jean-Claude</w:t>
            </w:r>
            <w:r w:rsidR="00915808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Dustin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B95623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Jean-Claude</w:t>
            </w:r>
            <w:r w:rsidR="00915808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915808">
              <w:rPr>
                <w:rFonts w:ascii="Segoe UI" w:hAnsi="Segoe UI" w:cs="Segoe UI"/>
                <w:color w:val="000000"/>
                <w:sz w:val="21"/>
                <w:szCs w:val="21"/>
              </w:rPr>
              <w:t>Wautier</w:t>
            </w:r>
            <w:proofErr w:type="spellEnd"/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4732" w:type="dxa"/>
            <w:shd w:val="clear" w:color="auto" w:fill="FFFF00"/>
          </w:tcPr>
          <w:p w:rsidR="003C2AB2" w:rsidRPr="00AE2FD5" w:rsidRDefault="00CF6948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Oui </w:t>
            </w: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E54E7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18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/2</w:t>
            </w:r>
          </w:p>
        </w:tc>
        <w:tc>
          <w:tcPr>
            <w:tcW w:w="2699" w:type="dxa"/>
            <w:shd w:val="clear" w:color="auto" w:fill="FFC000"/>
          </w:tcPr>
          <w:p w:rsidR="003C2AB2" w:rsidRPr="00F75B8B" w:rsidRDefault="003455D0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9D051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Arlette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3F2D2A" w:rsidP="003F2D2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t>Secourisme /Réanimation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4732" w:type="dxa"/>
            <w:shd w:val="clear" w:color="auto" w:fill="FFFF00"/>
          </w:tcPr>
          <w:p w:rsidR="003C2AB2" w:rsidRPr="00AE2FD5" w:rsidRDefault="003C2AB2" w:rsidP="00A35F5C">
            <w:pPr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3C2AB2" w:rsidRPr="00F75B8B" w:rsidRDefault="00E54E7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23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/2</w:t>
            </w:r>
          </w:p>
        </w:tc>
        <w:tc>
          <w:tcPr>
            <w:tcW w:w="2699" w:type="dxa"/>
            <w:shd w:val="clear" w:color="auto" w:fill="000000" w:themeFill="text1"/>
          </w:tcPr>
          <w:p w:rsidR="003C2AB2" w:rsidRPr="00F75B8B" w:rsidRDefault="00F25C85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C2AB2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Michel</w:t>
            </w:r>
          </w:p>
        </w:tc>
        <w:tc>
          <w:tcPr>
            <w:tcW w:w="1721" w:type="dxa"/>
            <w:shd w:val="clear" w:color="auto" w:fill="66FF66"/>
          </w:tcPr>
          <w:p w:rsidR="003C2AB2" w:rsidRPr="00F75B8B" w:rsidRDefault="005F20FE" w:rsidP="00F75B8B">
            <w:pPr>
              <w:spacing w:after="0" w:line="240" w:lineRule="auto"/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Serge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C2AB2" w:rsidRPr="00F75B8B" w:rsidRDefault="003C2AB2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C2AB2" w:rsidRPr="00AE2FD5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C2AB2" w:rsidRPr="00F75B8B" w:rsidRDefault="003C2AB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147CD" w:rsidRPr="00F75B8B" w:rsidTr="003F2D2A">
        <w:tc>
          <w:tcPr>
            <w:tcW w:w="1843" w:type="dxa"/>
            <w:shd w:val="clear" w:color="auto" w:fill="DAEEF3" w:themeFill="accent5" w:themeFillTint="33"/>
          </w:tcPr>
          <w:p w:rsidR="00B95623" w:rsidRPr="00F75B8B" w:rsidRDefault="00E54E7A" w:rsidP="003F2D2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25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/2</w:t>
            </w:r>
          </w:p>
        </w:tc>
        <w:tc>
          <w:tcPr>
            <w:tcW w:w="2699" w:type="dxa"/>
            <w:shd w:val="clear" w:color="auto" w:fill="FFC000"/>
          </w:tcPr>
          <w:p w:rsidR="003147CD" w:rsidRPr="00F75B8B" w:rsidRDefault="003455D0" w:rsidP="002D4773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2</w:t>
            </w:r>
          </w:p>
        </w:tc>
        <w:tc>
          <w:tcPr>
            <w:tcW w:w="1800" w:type="dxa"/>
            <w:shd w:val="clear" w:color="auto" w:fill="EEECE1" w:themeFill="background2"/>
          </w:tcPr>
          <w:p w:rsidR="003147CD" w:rsidRPr="00F75B8B" w:rsidRDefault="007F0D9D" w:rsidP="002D4773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1</w:t>
            </w:r>
          </w:p>
        </w:tc>
        <w:tc>
          <w:tcPr>
            <w:tcW w:w="1721" w:type="dxa"/>
            <w:shd w:val="clear" w:color="auto" w:fill="66FF66"/>
          </w:tcPr>
          <w:p w:rsidR="003147CD" w:rsidRPr="00F75B8B" w:rsidRDefault="003147CD" w:rsidP="002D4773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147CD" w:rsidRPr="00F75B8B" w:rsidRDefault="003147CD" w:rsidP="002D4773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4732" w:type="dxa"/>
            <w:shd w:val="clear" w:color="auto" w:fill="FFFF00"/>
          </w:tcPr>
          <w:p w:rsidR="002E7EC6" w:rsidRPr="00AE2FD5" w:rsidRDefault="002E7EC6" w:rsidP="002D4773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147CD" w:rsidRPr="00F75B8B" w:rsidRDefault="003147CD" w:rsidP="002D4773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rPr>
          <w:trHeight w:val="281"/>
        </w:trPr>
        <w:tc>
          <w:tcPr>
            <w:tcW w:w="1843" w:type="dxa"/>
            <w:shd w:val="clear" w:color="auto" w:fill="DAEEF3" w:themeFill="accent5" w:themeFillTint="33"/>
          </w:tcPr>
          <w:p w:rsidR="00CF6948" w:rsidRPr="00F75B8B" w:rsidRDefault="00E54E7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2</w:t>
            </w:r>
            <w:r w:rsidR="00CF6948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2699" w:type="dxa"/>
            <w:shd w:val="clear" w:color="auto" w:fill="FFC000"/>
          </w:tcPr>
          <w:p w:rsidR="00CF6948" w:rsidRDefault="00CF6948" w:rsidP="00CF694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shd w:val="clear" w:color="auto" w:fill="EEECE1" w:themeFill="background2"/>
          </w:tcPr>
          <w:p w:rsidR="00CF6948" w:rsidRPr="00F75B8B" w:rsidRDefault="00915808" w:rsidP="00CF6948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Jean-Claude W.</w:t>
            </w:r>
          </w:p>
        </w:tc>
        <w:tc>
          <w:tcPr>
            <w:tcW w:w="1721" w:type="dxa"/>
            <w:shd w:val="clear" w:color="auto" w:fill="66FF66"/>
          </w:tcPr>
          <w:p w:rsidR="00CF6948" w:rsidRPr="00F75B8B" w:rsidRDefault="0043387A" w:rsidP="0043387A">
            <w:pPr>
              <w:spacing w:after="0" w:line="240" w:lineRule="auto"/>
            </w:pPr>
            <w:r>
              <w:t xml:space="preserve">Benjamin 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CF6948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Secourisme : sauvetage</w:t>
            </w:r>
          </w:p>
        </w:tc>
        <w:tc>
          <w:tcPr>
            <w:tcW w:w="4732" w:type="dxa"/>
            <w:shd w:val="clear" w:color="auto" w:fill="FFFF00"/>
          </w:tcPr>
          <w:p w:rsidR="00CF6948" w:rsidRPr="00AE2FD5" w:rsidRDefault="00CF6948" w:rsidP="002172C6">
            <w: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CF6948" w:rsidRPr="00F75B8B" w:rsidRDefault="00CF694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9D3F8D">
        <w:trPr>
          <w:trHeight w:val="353"/>
        </w:trPr>
        <w:tc>
          <w:tcPr>
            <w:tcW w:w="1843" w:type="dxa"/>
            <w:shd w:val="clear" w:color="auto" w:fill="DAEEF3" w:themeFill="accent5" w:themeFillTint="33"/>
          </w:tcPr>
          <w:p w:rsidR="002172C6" w:rsidRPr="00F75B8B" w:rsidRDefault="00E54E7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4</w:t>
            </w:r>
            <w:r w:rsidR="002172C6"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2699" w:type="dxa"/>
            <w:shd w:val="clear" w:color="auto" w:fill="FFC000"/>
          </w:tcPr>
          <w:p w:rsidR="002172C6" w:rsidRPr="00F75B8B" w:rsidRDefault="003455D0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800" w:type="dxa"/>
            <w:shd w:val="clear" w:color="auto" w:fill="EEECE1" w:themeFill="background2"/>
          </w:tcPr>
          <w:p w:rsidR="002172C6" w:rsidRPr="00F75B8B" w:rsidRDefault="009D051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Arlette</w:t>
            </w:r>
          </w:p>
        </w:tc>
        <w:tc>
          <w:tcPr>
            <w:tcW w:w="1721" w:type="dxa"/>
            <w:shd w:val="clear" w:color="auto" w:fill="66FF66"/>
          </w:tcPr>
          <w:p w:rsidR="002172C6" w:rsidRPr="00F75B8B" w:rsidRDefault="002172C6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2172C6" w:rsidRPr="00F75B8B" w:rsidRDefault="003F2D2A" w:rsidP="003F2D2A">
            <w:pPr>
              <w:spacing w:after="0" w:line="240" w:lineRule="auto"/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TSA </w:t>
            </w:r>
          </w:p>
        </w:tc>
        <w:tc>
          <w:tcPr>
            <w:tcW w:w="4732" w:type="dxa"/>
            <w:shd w:val="clear" w:color="auto" w:fill="FFFF00"/>
          </w:tcPr>
          <w:p w:rsidR="002172C6" w:rsidRPr="00AE2FD5" w:rsidRDefault="002172C6" w:rsidP="002172C6">
            <w:pPr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2172C6" w:rsidRPr="00F75B8B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2172C6" w:rsidRPr="00F75B8B" w:rsidRDefault="00E54E7A" w:rsidP="009D0512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9</w:t>
            </w:r>
            <w:r w:rsidR="002172C6"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2699" w:type="dxa"/>
            <w:shd w:val="clear" w:color="auto" w:fill="000000" w:themeFill="text1"/>
          </w:tcPr>
          <w:p w:rsidR="002172C6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2172C6" w:rsidRPr="00F75B8B" w:rsidRDefault="009D051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Alain </w:t>
            </w:r>
            <w:r w:rsidR="007F0D9D">
              <w:rPr>
                <w:rFonts w:ascii="Segoe UI" w:hAnsi="Segoe UI" w:cs="Segoe UI"/>
                <w:color w:val="000000"/>
                <w:sz w:val="21"/>
                <w:szCs w:val="21"/>
              </w:rPr>
              <w:t>R</w:t>
            </w:r>
          </w:p>
        </w:tc>
        <w:tc>
          <w:tcPr>
            <w:tcW w:w="1721" w:type="dxa"/>
            <w:shd w:val="clear" w:color="auto" w:fill="66FF66"/>
          </w:tcPr>
          <w:p w:rsidR="002172C6" w:rsidRPr="00F75B8B" w:rsidRDefault="00B95623" w:rsidP="00F75B8B">
            <w:pPr>
              <w:spacing w:after="0" w:line="240" w:lineRule="auto"/>
            </w:pPr>
            <w:r>
              <w:t>Alain Rivière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2172C6" w:rsidRPr="00F75B8B" w:rsidRDefault="002172C6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2172C6" w:rsidRPr="00AE2FD5" w:rsidRDefault="009D0512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 w:rsidRPr="00F2572A">
              <w:rPr>
                <w:rFonts w:ascii="Segoe UI" w:hAnsi="Segoe UI" w:cs="Segoe UI"/>
                <w:color w:val="000000"/>
                <w:sz w:val="21"/>
                <w:szCs w:val="21"/>
                <w:highlight w:val="red"/>
              </w:rPr>
              <w:t>Réunion comité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2172C6" w:rsidRPr="00F75B8B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rPr>
          <w:trHeight w:val="431"/>
        </w:trPr>
        <w:tc>
          <w:tcPr>
            <w:tcW w:w="1843" w:type="dxa"/>
            <w:shd w:val="clear" w:color="auto" w:fill="DAEEF3" w:themeFill="accent5" w:themeFillTint="33"/>
          </w:tcPr>
          <w:p w:rsidR="002172C6" w:rsidRPr="00F75B8B" w:rsidRDefault="002172C6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Mercredi 1</w:t>
            </w:r>
            <w:r w:rsidR="00E54E7A">
              <w:rPr>
                <w:rFonts w:ascii="Segoe UI" w:hAnsi="Segoe UI" w:cs="Segoe UI"/>
                <w:color w:val="000000"/>
                <w:sz w:val="21"/>
                <w:szCs w:val="21"/>
              </w:rPr>
              <w:t>1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2699" w:type="dxa"/>
            <w:shd w:val="clear" w:color="auto" w:fill="FFC000"/>
          </w:tcPr>
          <w:p w:rsidR="002172C6" w:rsidRPr="00F75B8B" w:rsidRDefault="003455D0" w:rsidP="003455D0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2</w:t>
            </w:r>
          </w:p>
        </w:tc>
        <w:tc>
          <w:tcPr>
            <w:tcW w:w="1800" w:type="dxa"/>
            <w:shd w:val="clear" w:color="auto" w:fill="EEECE1" w:themeFill="background2"/>
          </w:tcPr>
          <w:p w:rsidR="002172C6" w:rsidRPr="00F75B8B" w:rsidRDefault="009D051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721" w:type="dxa"/>
            <w:shd w:val="clear" w:color="auto" w:fill="66FF66"/>
          </w:tcPr>
          <w:p w:rsidR="002172C6" w:rsidRPr="00F75B8B" w:rsidRDefault="002172C6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2172C6" w:rsidRPr="00F75B8B" w:rsidRDefault="002172C6" w:rsidP="00F75B8B">
            <w:pPr>
              <w:spacing w:after="0" w:line="240" w:lineRule="auto"/>
            </w:pPr>
            <w:r>
              <w:t>TSA</w:t>
            </w:r>
          </w:p>
        </w:tc>
        <w:tc>
          <w:tcPr>
            <w:tcW w:w="4732" w:type="dxa"/>
            <w:shd w:val="clear" w:color="auto" w:fill="FFFF00"/>
          </w:tcPr>
          <w:p w:rsidR="002172C6" w:rsidRPr="00AE2FD5" w:rsidRDefault="002172C6" w:rsidP="002172C6">
            <w:pPr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2172C6" w:rsidRPr="00F75B8B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E73026" w:rsidRPr="00F75B8B" w:rsidTr="003F2D2A">
        <w:tc>
          <w:tcPr>
            <w:tcW w:w="1843" w:type="dxa"/>
            <w:shd w:val="clear" w:color="auto" w:fill="DAEEF3" w:themeFill="accent5" w:themeFillTint="33"/>
          </w:tcPr>
          <w:p w:rsidR="00E73026" w:rsidRPr="00F75B8B" w:rsidRDefault="00E73026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16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14601" w:type="dxa"/>
            <w:gridSpan w:val="6"/>
            <w:shd w:val="clear" w:color="auto" w:fill="000000" w:themeFill="text1"/>
          </w:tcPr>
          <w:p w:rsidR="00E73026" w:rsidRPr="00E73026" w:rsidRDefault="00E73026" w:rsidP="00F75B8B">
            <w:pPr>
              <w:spacing w:after="0" w:line="240" w:lineRule="auto"/>
              <w:rPr>
                <w:rFonts w:ascii="Segoe UI" w:hAnsi="Segoe UI" w:cs="Segoe UI"/>
                <w:color w:val="FFFFFF" w:themeColor="background1"/>
                <w:sz w:val="21"/>
                <w:szCs w:val="21"/>
              </w:rPr>
            </w:pPr>
            <w:proofErr w:type="spellStart"/>
            <w:r w:rsidRPr="00E73026">
              <w:rPr>
                <w:rFonts w:ascii="Segoe UI" w:hAnsi="Segoe UI" w:cs="Segoe UI"/>
                <w:color w:val="FFFFFF" w:themeColor="background1"/>
                <w:sz w:val="21"/>
                <w:szCs w:val="21"/>
                <w:lang w:val="en-US"/>
              </w:rPr>
              <w:t>Carnaval</w:t>
            </w:r>
            <w:proofErr w:type="spellEnd"/>
            <w:r>
              <w:rPr>
                <w:rFonts w:ascii="Segoe UI" w:hAnsi="Segoe UI" w:cs="Segoe UI"/>
                <w:color w:val="FFFFFF" w:themeColor="background1"/>
                <w:sz w:val="21"/>
                <w:szCs w:val="21"/>
                <w:lang w:val="en-US"/>
              </w:rPr>
              <w:t xml:space="preserve"> La </w:t>
            </w:r>
            <w:proofErr w:type="spellStart"/>
            <w:r>
              <w:rPr>
                <w:rFonts w:ascii="Segoe UI" w:hAnsi="Segoe UI" w:cs="Segoe UI"/>
                <w:color w:val="FFFFFF" w:themeColor="background1"/>
                <w:sz w:val="21"/>
                <w:szCs w:val="21"/>
                <w:lang w:val="en-US"/>
              </w:rPr>
              <w:t>Louvière</w:t>
            </w:r>
            <w:proofErr w:type="spellEnd"/>
            <w:r>
              <w:rPr>
                <w:rFonts w:ascii="Segoe UI" w:hAnsi="Segoe UI" w:cs="Segoe UI"/>
                <w:color w:val="FFFFFF" w:themeColor="background1"/>
                <w:sz w:val="21"/>
                <w:szCs w:val="21"/>
                <w:lang w:val="en-US"/>
              </w:rPr>
              <w:t xml:space="preserve"> pas </w:t>
            </w:r>
            <w:proofErr w:type="spellStart"/>
            <w:r>
              <w:rPr>
                <w:rFonts w:ascii="Segoe UI" w:hAnsi="Segoe UI" w:cs="Segoe UI"/>
                <w:color w:val="FFFFFF" w:themeColor="background1"/>
                <w:sz w:val="21"/>
                <w:szCs w:val="21"/>
                <w:lang w:val="en-US"/>
              </w:rPr>
              <w:t>d’entraînement</w:t>
            </w:r>
            <w:proofErr w:type="spellEnd"/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2172C6" w:rsidRPr="00F75B8B" w:rsidRDefault="002172C6" w:rsidP="00E54E7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Mercredi 1</w:t>
            </w:r>
            <w:r w:rsidR="00E54E7A">
              <w:rPr>
                <w:rFonts w:ascii="Segoe UI" w:hAnsi="Segoe UI" w:cs="Segoe UI"/>
                <w:color w:val="000000"/>
                <w:sz w:val="21"/>
                <w:szCs w:val="21"/>
              </w:rPr>
              <w:t>8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2699" w:type="dxa"/>
            <w:shd w:val="clear" w:color="auto" w:fill="FFC000"/>
          </w:tcPr>
          <w:p w:rsidR="002172C6" w:rsidRPr="00F75B8B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800" w:type="dxa"/>
            <w:shd w:val="clear" w:color="auto" w:fill="EEECE1" w:themeFill="background2"/>
          </w:tcPr>
          <w:p w:rsidR="002172C6" w:rsidRPr="00F75B8B" w:rsidRDefault="007F0D9D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2</w:t>
            </w:r>
          </w:p>
        </w:tc>
        <w:tc>
          <w:tcPr>
            <w:tcW w:w="1721" w:type="dxa"/>
            <w:shd w:val="clear" w:color="auto" w:fill="66FF66"/>
          </w:tcPr>
          <w:p w:rsidR="002172C6" w:rsidRPr="00F75B8B" w:rsidRDefault="002172C6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2172C6" w:rsidRPr="00F75B8B" w:rsidRDefault="002172C6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2172C6" w:rsidRPr="00AE2FD5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2172C6" w:rsidRPr="00F75B8B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2172C6" w:rsidRPr="00F75B8B" w:rsidRDefault="00E54E7A" w:rsidP="003F2D2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23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2699" w:type="dxa"/>
            <w:shd w:val="clear" w:color="auto" w:fill="000000" w:themeFill="text1"/>
          </w:tcPr>
          <w:p w:rsidR="002172C6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2172C6" w:rsidRPr="00F75B8B" w:rsidRDefault="009D0512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1</w:t>
            </w:r>
          </w:p>
        </w:tc>
        <w:tc>
          <w:tcPr>
            <w:tcW w:w="1721" w:type="dxa"/>
            <w:shd w:val="clear" w:color="auto" w:fill="66FF66"/>
          </w:tcPr>
          <w:p w:rsidR="002172C6" w:rsidRPr="00F75B8B" w:rsidRDefault="0043387A" w:rsidP="00F75B8B">
            <w:pPr>
              <w:spacing w:after="0" w:line="240" w:lineRule="auto"/>
            </w:pPr>
            <w:r>
              <w:t>Virginie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2172C6" w:rsidRPr="00F75B8B" w:rsidRDefault="002172C6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2172C6" w:rsidRPr="00AE2FD5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2172C6" w:rsidRPr="00F75B8B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A35F5C" w:rsidRPr="00F75B8B" w:rsidTr="003F2D2A">
        <w:tc>
          <w:tcPr>
            <w:tcW w:w="1843" w:type="dxa"/>
            <w:shd w:val="clear" w:color="auto" w:fill="DAEEF3" w:themeFill="accent5" w:themeFillTint="33"/>
          </w:tcPr>
          <w:p w:rsidR="002172C6" w:rsidRPr="00F75B8B" w:rsidRDefault="00E54E7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25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2699" w:type="dxa"/>
            <w:shd w:val="clear" w:color="auto" w:fill="FFC000"/>
          </w:tcPr>
          <w:p w:rsidR="002172C6" w:rsidRPr="00F75B8B" w:rsidRDefault="00D34DBC" w:rsidP="00D34DBC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1"/>
                <w:szCs w:val="21"/>
                <w:lang w:val="en-US"/>
              </w:rPr>
              <w:t>Virginie</w:t>
            </w:r>
            <w:proofErr w:type="spellEnd"/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shd w:val="clear" w:color="auto" w:fill="EEECE1" w:themeFill="background2"/>
          </w:tcPr>
          <w:p w:rsidR="002172C6" w:rsidRPr="00F75B8B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721" w:type="dxa"/>
            <w:shd w:val="clear" w:color="auto" w:fill="66FF66"/>
          </w:tcPr>
          <w:p w:rsidR="002172C6" w:rsidRPr="00F75B8B" w:rsidRDefault="002172C6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2172C6" w:rsidRPr="00F75B8B" w:rsidRDefault="002172C6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2E7EC6" w:rsidRPr="00AE2FD5" w:rsidRDefault="002E7EC6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2172C6" w:rsidRPr="00F75B8B" w:rsidRDefault="002172C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9D0512" w:rsidRPr="00F75B8B" w:rsidTr="003F2D2A">
        <w:tc>
          <w:tcPr>
            <w:tcW w:w="1843" w:type="dxa"/>
            <w:shd w:val="clear" w:color="auto" w:fill="DAEEF3" w:themeFill="accent5" w:themeFillTint="33"/>
          </w:tcPr>
          <w:p w:rsidR="009D0512" w:rsidRPr="00F75B8B" w:rsidRDefault="009D0512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Vendredi 27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14601" w:type="dxa"/>
            <w:gridSpan w:val="6"/>
            <w:shd w:val="clear" w:color="auto" w:fill="FF0000"/>
          </w:tcPr>
          <w:p w:rsidR="009D0512" w:rsidRPr="009D0512" w:rsidRDefault="009D0512" w:rsidP="009D0512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  <w:highlight w:val="yellow"/>
              </w:rPr>
            </w:pPr>
            <w:r w:rsidRPr="009D0512">
              <w:rPr>
                <w:rFonts w:ascii="Segoe UI" w:hAnsi="Segoe UI" w:cs="Segoe UI"/>
                <w:b/>
                <w:color w:val="FF0000"/>
                <w:sz w:val="21"/>
                <w:szCs w:val="21"/>
                <w:highlight w:val="yellow"/>
              </w:rPr>
              <w:t>A</w:t>
            </w:r>
            <w:r>
              <w:rPr>
                <w:rFonts w:ascii="Segoe UI" w:hAnsi="Segoe UI" w:cs="Segoe UI"/>
                <w:b/>
                <w:color w:val="FF0000"/>
                <w:sz w:val="21"/>
                <w:szCs w:val="21"/>
                <w:highlight w:val="yellow"/>
              </w:rPr>
              <w:t>ssemblée générale</w:t>
            </w:r>
            <w:r w:rsidRPr="009D0512">
              <w:rPr>
                <w:rFonts w:ascii="Segoe UI" w:hAnsi="Segoe UI" w:cs="Segoe UI"/>
                <w:b/>
                <w:color w:val="FF0000"/>
                <w:sz w:val="21"/>
                <w:szCs w:val="21"/>
                <w:highlight w:val="yellow"/>
              </w:rPr>
              <w:t xml:space="preserve"> CAFE DU PARC</w:t>
            </w:r>
          </w:p>
        </w:tc>
      </w:tr>
      <w:tr w:rsidR="00E73026" w:rsidRPr="00F75B8B" w:rsidTr="003F2D2A">
        <w:tc>
          <w:tcPr>
            <w:tcW w:w="1843" w:type="dxa"/>
            <w:shd w:val="clear" w:color="auto" w:fill="DAEEF3" w:themeFill="accent5" w:themeFillTint="33"/>
          </w:tcPr>
          <w:p w:rsidR="00E73026" w:rsidRDefault="00E73026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Lundi 3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0</w:t>
            </w:r>
            <w:r w:rsidR="00096587">
              <w:rPr>
                <w:rFonts w:ascii="Segoe UI" w:hAnsi="Segoe UI" w:cs="Segoe UI"/>
                <w:color w:val="000000"/>
                <w:sz w:val="21"/>
                <w:szCs w:val="21"/>
              </w:rPr>
              <w:t>/3</w:t>
            </w:r>
          </w:p>
        </w:tc>
        <w:tc>
          <w:tcPr>
            <w:tcW w:w="2699" w:type="dxa"/>
            <w:shd w:val="clear" w:color="auto" w:fill="FFC000"/>
          </w:tcPr>
          <w:p w:rsidR="00E73026" w:rsidRDefault="00E7302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EEECE1" w:themeFill="background2"/>
          </w:tcPr>
          <w:p w:rsidR="00E73026" w:rsidRDefault="009613A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Alain B</w:t>
            </w:r>
          </w:p>
        </w:tc>
        <w:tc>
          <w:tcPr>
            <w:tcW w:w="1721" w:type="dxa"/>
            <w:shd w:val="clear" w:color="auto" w:fill="66FF66"/>
          </w:tcPr>
          <w:p w:rsidR="00E73026" w:rsidRDefault="009613A8" w:rsidP="00F75B8B">
            <w:pPr>
              <w:spacing w:after="0" w:line="240" w:lineRule="auto"/>
            </w:pPr>
            <w:r>
              <w:t>Alain B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E73026" w:rsidRPr="00F75B8B" w:rsidRDefault="00E73026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E73026" w:rsidRPr="00AE2FD5" w:rsidRDefault="00E73026" w:rsidP="00263F6A">
            <w:pPr>
              <w:spacing w:after="0" w:line="240" w:lineRule="auto"/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E73026" w:rsidRDefault="00E73026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BC7959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lastRenderedPageBreak/>
              <w:t>Date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BC7959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Segoe UI" w:hAnsi="Segoe UI" w:cs="Segoe UI"/>
                <w:b/>
                <w:i/>
                <w:color w:val="000000"/>
                <w:sz w:val="21"/>
                <w:szCs w:val="21"/>
              </w:rPr>
              <w:t>Respons.</w:t>
            </w:r>
            <w:r w:rsidRPr="00F75B8B">
              <w:rPr>
                <w:rFonts w:ascii="Segoe UI" w:hAnsi="Segoe UI" w:cs="Segoe UI"/>
                <w:b/>
                <w:i/>
                <w:color w:val="000000"/>
                <w:sz w:val="21"/>
                <w:szCs w:val="21"/>
              </w:rPr>
              <w:t>plongée</w:t>
            </w:r>
            <w:proofErr w:type="spellEnd"/>
            <w:r w:rsidRPr="00F75B8B">
              <w:rPr>
                <w:rFonts w:ascii="Segoe UI" w:hAnsi="Segoe UI" w:cs="Segoe UI"/>
                <w:b/>
                <w:i/>
                <w:color w:val="000000"/>
                <w:sz w:val="21"/>
                <w:szCs w:val="21"/>
              </w:rPr>
              <w:t xml:space="preserve"> enfants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BC7959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Responsable piscine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BC7959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Sécurité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BC7959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Suggestion Thème PISCINE</w:t>
            </w: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BC7959">
            <w:pPr>
              <w:spacing w:after="0" w:line="240" w:lineRule="auto"/>
              <w:rPr>
                <w:rFonts w:ascii="Segoe UI" w:hAnsi="Segoe UI" w:cs="Segoe UI"/>
                <w:b/>
                <w:color w:val="000000"/>
              </w:rPr>
            </w:pPr>
            <w:r w:rsidRPr="00AE2FD5">
              <w:rPr>
                <w:rFonts w:ascii="Segoe UI" w:hAnsi="Segoe UI" w:cs="Segoe UI"/>
                <w:b/>
                <w:color w:val="000000"/>
              </w:rPr>
              <w:t>Cours théoriques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BC7959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Baptême</w:t>
            </w: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9D3A7D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1/4</w:t>
            </w:r>
          </w:p>
        </w:tc>
        <w:tc>
          <w:tcPr>
            <w:tcW w:w="2699" w:type="dxa"/>
            <w:shd w:val="clear" w:color="auto" w:fill="FFC000"/>
          </w:tcPr>
          <w:p w:rsidR="003F2D2A" w:rsidRPr="00F25C85" w:rsidRDefault="003F2D2A" w:rsidP="009D3A7D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2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Default="003F2D2A" w:rsidP="009D3A7D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Arlette</w:t>
            </w:r>
          </w:p>
        </w:tc>
        <w:tc>
          <w:tcPr>
            <w:tcW w:w="1721" w:type="dxa"/>
            <w:shd w:val="clear" w:color="auto" w:fill="66FF66"/>
          </w:tcPr>
          <w:p w:rsidR="003F2D2A" w:rsidRDefault="003F2D2A" w:rsidP="009D3A7D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9D3A7D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9D3A7D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BC7959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6/4</w:t>
            </w:r>
          </w:p>
        </w:tc>
        <w:tc>
          <w:tcPr>
            <w:tcW w:w="14601" w:type="dxa"/>
            <w:gridSpan w:val="6"/>
            <w:shd w:val="clear" w:color="auto" w:fill="000000" w:themeFill="text1"/>
          </w:tcPr>
          <w:p w:rsidR="003F2D2A" w:rsidRPr="00E73026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E73026">
              <w:rPr>
                <w:rFonts w:ascii="Segoe UI" w:hAnsi="Segoe UI" w:cs="Segoe UI"/>
                <w:color w:val="FFFFFF" w:themeColor="background1"/>
                <w:sz w:val="21"/>
                <w:szCs w:val="21"/>
                <w:lang w:val="en-US"/>
              </w:rPr>
              <w:t>Pâques</w:t>
            </w:r>
            <w:proofErr w:type="spellEnd"/>
          </w:p>
        </w:tc>
      </w:tr>
      <w:tr w:rsidR="003F2D2A" w:rsidRPr="00F75B8B" w:rsidTr="003F2D2A">
        <w:trPr>
          <w:trHeight w:val="399"/>
        </w:trPr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8/4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636157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Alain R.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  <w:r>
              <w:t>utilisation oxygène</w:t>
            </w: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CF6948">
            <w:pPr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9D0512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13/4</w:t>
            </w:r>
          </w:p>
        </w:tc>
        <w:tc>
          <w:tcPr>
            <w:tcW w:w="2699" w:type="dxa"/>
            <w:shd w:val="clear" w:color="auto" w:fill="000000" w:themeFill="text1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Michel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1F0E84">
            <w:pPr>
              <w:spacing w:after="0" w:line="240" w:lineRule="auto"/>
            </w:pPr>
            <w:r>
              <w:t xml:space="preserve">Jean-Claude </w:t>
            </w:r>
            <w:r w:rsidR="00915808">
              <w:t>W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3D4477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 w:rsidRPr="00F2572A">
              <w:rPr>
                <w:rFonts w:ascii="Segoe UI" w:hAnsi="Segoe UI" w:cs="Segoe UI"/>
                <w:color w:val="000000"/>
                <w:sz w:val="21"/>
                <w:szCs w:val="21"/>
                <w:highlight w:val="red"/>
              </w:rPr>
              <w:t>Réunion Comité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Oui </w:t>
            </w: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15/4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2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915808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  <w:r>
              <w:t>TSA</w:t>
            </w: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24648"/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rPr>
          <w:trHeight w:val="337"/>
        </w:trPr>
        <w:tc>
          <w:tcPr>
            <w:tcW w:w="1843" w:type="dxa"/>
            <w:shd w:val="clear" w:color="auto" w:fill="DAEEF3" w:themeFill="accent5" w:themeFillTint="33"/>
          </w:tcPr>
          <w:p w:rsidR="003F2D2A" w:rsidRDefault="003F2D2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20/4</w:t>
            </w:r>
          </w:p>
        </w:tc>
        <w:tc>
          <w:tcPr>
            <w:tcW w:w="2699" w:type="dxa"/>
            <w:shd w:val="clear" w:color="auto" w:fill="FFC000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Alain </w:t>
            </w:r>
            <w:proofErr w:type="spellStart"/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Bastin</w:t>
            </w:r>
            <w:proofErr w:type="spellEnd"/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  <w:r>
              <w:t>David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24648">
            <w: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22/4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C62B21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B913D5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1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27/4</w:t>
            </w:r>
          </w:p>
        </w:tc>
        <w:tc>
          <w:tcPr>
            <w:tcW w:w="2699" w:type="dxa"/>
            <w:shd w:val="clear" w:color="auto" w:fill="000000" w:themeFill="text1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F85DF3" w:rsidP="002172C6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2F2025">
            <w:pPr>
              <w:spacing w:after="0" w:line="240" w:lineRule="auto"/>
            </w:pPr>
            <w:r>
              <w:t>Christian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Oui</w:t>
            </w:r>
          </w:p>
        </w:tc>
      </w:tr>
      <w:tr w:rsidR="003F2D2A" w:rsidRPr="00F75B8B" w:rsidTr="003F2D2A">
        <w:trPr>
          <w:trHeight w:val="77"/>
        </w:trPr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29/4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Alain 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R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24648"/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4/5</w:t>
            </w:r>
          </w:p>
        </w:tc>
        <w:tc>
          <w:tcPr>
            <w:tcW w:w="2699" w:type="dxa"/>
            <w:shd w:val="clear" w:color="auto" w:fill="000000" w:themeFill="text1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1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Serge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24648">
            <w:pPr>
              <w:spacing w:after="0" w:line="240" w:lineRule="auto"/>
            </w:pPr>
            <w: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6/5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2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  <w:r>
              <w:t>Secourisme</w:t>
            </w: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24648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3F2D2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11/5</w:t>
            </w:r>
            <w:r w:rsidRPr="00F2572A">
              <w:rPr>
                <w:rFonts w:ascii="Segoe UI" w:hAnsi="Segoe UI" w:cs="Segoe UI"/>
                <w:color w:val="000000"/>
                <w:sz w:val="21"/>
                <w:szCs w:val="21"/>
                <w:highlight w:val="red"/>
              </w:rPr>
              <w:t xml:space="preserve"> </w:t>
            </w:r>
          </w:p>
        </w:tc>
        <w:tc>
          <w:tcPr>
            <w:tcW w:w="2699" w:type="dxa"/>
            <w:shd w:val="clear" w:color="auto" w:fill="000000" w:themeFill="text1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  <w:r>
              <w:t>Alain Rivière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86326D" w:rsidRDefault="003F2D2A" w:rsidP="00F75B8B">
            <w:pPr>
              <w:spacing w:after="0" w:line="240" w:lineRule="auto"/>
              <w:rPr>
                <w:b/>
              </w:rPr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 w:rsidRPr="00F2572A">
              <w:rPr>
                <w:rFonts w:ascii="Segoe UI" w:hAnsi="Segoe UI" w:cs="Segoe UI"/>
                <w:color w:val="000000"/>
                <w:sz w:val="21"/>
                <w:szCs w:val="21"/>
                <w:highlight w:val="red"/>
              </w:rPr>
              <w:t>Réunion comité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Oui </w:t>
            </w: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13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/5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Arlette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  <w:r>
              <w:t>TSA</w:t>
            </w: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CF6948">
            <w:pPr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Lundi 1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8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/5</w:t>
            </w:r>
          </w:p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2699" w:type="dxa"/>
            <w:shd w:val="clear" w:color="auto" w:fill="000000" w:themeFill="text1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Jean-Claude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</w:t>
            </w:r>
            <w:r w:rsidR="00915808">
              <w:rPr>
                <w:rFonts w:ascii="Segoe UI" w:hAnsi="Segoe UI" w:cs="Segoe UI"/>
                <w:color w:val="000000"/>
                <w:sz w:val="21"/>
                <w:szCs w:val="21"/>
              </w:rPr>
              <w:t>W.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5F20FE">
            <w:pPr>
              <w:spacing w:after="0" w:line="240" w:lineRule="auto"/>
            </w:pPr>
            <w:r>
              <w:t>Virginie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096587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Mercredi 2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0/5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Michel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AE2FD5">
            <w:pPr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E54E7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Lundi 2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5/5</w:t>
            </w:r>
          </w:p>
        </w:tc>
        <w:tc>
          <w:tcPr>
            <w:tcW w:w="14601" w:type="dxa"/>
            <w:gridSpan w:val="6"/>
            <w:shd w:val="clear" w:color="auto" w:fill="000000" w:themeFill="text1"/>
          </w:tcPr>
          <w:p w:rsidR="003F2D2A" w:rsidRPr="00E73026" w:rsidRDefault="003F2D2A" w:rsidP="00F75B8B">
            <w:pPr>
              <w:spacing w:after="0" w:line="240" w:lineRule="auto"/>
              <w:rPr>
                <w:rFonts w:ascii="Segoe UI" w:hAnsi="Segoe UI" w:cs="Segoe UI"/>
                <w:color w:val="FFFFFF" w:themeColor="background1"/>
                <w:sz w:val="21"/>
                <w:szCs w:val="21"/>
              </w:rPr>
            </w:pPr>
          </w:p>
        </w:tc>
      </w:tr>
      <w:tr w:rsidR="003F2D2A" w:rsidRPr="00F75B8B" w:rsidTr="003F2D2A">
        <w:trPr>
          <w:trHeight w:val="451"/>
        </w:trPr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E54E7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>Mercredi 2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7/5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3F2D2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2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1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AE2FD5">
            <w:pPr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</w:tbl>
    <w:p w:rsidR="009D3F8D" w:rsidRDefault="009D3F8D">
      <w:r>
        <w:br w:type="page"/>
      </w:r>
    </w:p>
    <w:tbl>
      <w:tblPr>
        <w:tblW w:w="1644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699"/>
        <w:gridCol w:w="1800"/>
        <w:gridCol w:w="1721"/>
        <w:gridCol w:w="2522"/>
        <w:gridCol w:w="4732"/>
        <w:gridCol w:w="1127"/>
      </w:tblGrid>
      <w:tr w:rsidR="003F2D2A" w:rsidRPr="00F75B8B" w:rsidTr="009613A8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415791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lastRenderedPageBreak/>
              <w:t>Date</w:t>
            </w:r>
          </w:p>
        </w:tc>
        <w:tc>
          <w:tcPr>
            <w:tcW w:w="2699" w:type="dxa"/>
            <w:shd w:val="clear" w:color="auto" w:fill="FFFF00"/>
          </w:tcPr>
          <w:p w:rsidR="003F2D2A" w:rsidRPr="00F75B8B" w:rsidRDefault="003F2D2A" w:rsidP="00415791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i/>
                <w:color w:val="000000"/>
                <w:sz w:val="21"/>
                <w:szCs w:val="21"/>
              </w:rPr>
              <w:t xml:space="preserve">Responsable </w:t>
            </w:r>
            <w:r w:rsidRPr="00F75B8B">
              <w:rPr>
                <w:rFonts w:ascii="Segoe UI" w:hAnsi="Segoe UI" w:cs="Segoe UI"/>
                <w:b/>
                <w:i/>
                <w:color w:val="000000"/>
                <w:sz w:val="21"/>
                <w:szCs w:val="21"/>
              </w:rPr>
              <w:t>plongée enfants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415791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 xml:space="preserve">Responsable piscine 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415791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Sécurité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415791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Suggestion Thème PISCINE</w:t>
            </w: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415791">
            <w:pPr>
              <w:spacing w:after="0" w:line="240" w:lineRule="auto"/>
              <w:rPr>
                <w:rFonts w:ascii="Segoe UI" w:hAnsi="Segoe UI" w:cs="Segoe UI"/>
                <w:b/>
                <w:color w:val="000000"/>
              </w:rPr>
            </w:pPr>
            <w:r w:rsidRPr="00AE2FD5">
              <w:rPr>
                <w:rFonts w:ascii="Segoe UI" w:hAnsi="Segoe UI" w:cs="Segoe UI"/>
                <w:b/>
                <w:color w:val="000000"/>
              </w:rPr>
              <w:t>Cours théoriques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415791">
            <w:pPr>
              <w:spacing w:after="0" w:line="240" w:lineRule="auto"/>
              <w:rPr>
                <w:rFonts w:ascii="Segoe UI" w:hAnsi="Segoe UI" w:cs="Segoe UI"/>
                <w:b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b/>
                <w:color w:val="000000"/>
                <w:sz w:val="21"/>
                <w:szCs w:val="21"/>
              </w:rPr>
              <w:t>Baptême</w:t>
            </w: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E54E7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Lundi 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1/6</w:t>
            </w:r>
          </w:p>
        </w:tc>
        <w:tc>
          <w:tcPr>
            <w:tcW w:w="2699" w:type="dxa"/>
            <w:shd w:val="clear" w:color="auto" w:fill="000000" w:themeFill="text1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1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  <w:r>
              <w:t>Benjamin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  <w:r>
              <w:t>Secourisme</w:t>
            </w: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E54E7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Mercredi 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3/6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Arlette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  <w:r>
              <w:t xml:space="preserve">Secourisme </w:t>
            </w: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3F2D2A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Lundi 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8/6 </w:t>
            </w:r>
            <w:r w:rsidRPr="00F2572A">
              <w:rPr>
                <w:rFonts w:ascii="Segoe UI" w:hAnsi="Segoe UI" w:cs="Segoe UI"/>
                <w:color w:val="000000"/>
                <w:sz w:val="21"/>
                <w:szCs w:val="21"/>
                <w:highlight w:val="red"/>
              </w:rPr>
              <w:t xml:space="preserve"> </w:t>
            </w:r>
          </w:p>
        </w:tc>
        <w:tc>
          <w:tcPr>
            <w:tcW w:w="2699" w:type="dxa"/>
            <w:shd w:val="clear" w:color="auto" w:fill="FFC000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  <w:r>
              <w:t>Jean-Claude</w:t>
            </w:r>
            <w:r w:rsidR="00915808">
              <w:t xml:space="preserve"> W.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 w:rsidRPr="00F2572A">
              <w:rPr>
                <w:rFonts w:ascii="Segoe UI" w:hAnsi="Segoe UI" w:cs="Segoe UI"/>
                <w:color w:val="000000"/>
                <w:sz w:val="21"/>
                <w:szCs w:val="21"/>
                <w:highlight w:val="red"/>
              </w:rPr>
              <w:t>Réunion comité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10/6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Alain B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C93770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266096</w:t>
            </w:r>
            <w:bookmarkStart w:id="0" w:name="_GoBack"/>
            <w:bookmarkEnd w:id="0"/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15/6</w:t>
            </w:r>
          </w:p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2699" w:type="dxa"/>
            <w:shd w:val="clear" w:color="auto" w:fill="000000" w:themeFill="text1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CF12FA">
            <w:pPr>
              <w:spacing w:after="0" w:line="240" w:lineRule="auto"/>
            </w:pPr>
            <w:r>
              <w:t>David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17/6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Ono 2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AE2FD5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22/6</w:t>
            </w:r>
          </w:p>
        </w:tc>
        <w:tc>
          <w:tcPr>
            <w:tcW w:w="2699" w:type="dxa"/>
            <w:shd w:val="clear" w:color="auto" w:fill="000000" w:themeFill="text1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Alain</w:t>
            </w:r>
            <w:r w:rsidRPr="00F75B8B"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 </w:t>
            </w:r>
            <w:r w:rsidR="00915808">
              <w:rPr>
                <w:rFonts w:ascii="Segoe UI" w:hAnsi="Segoe UI" w:cs="Segoe UI"/>
                <w:color w:val="000000"/>
                <w:sz w:val="21"/>
                <w:szCs w:val="21"/>
              </w:rPr>
              <w:t>R.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  <w:r>
              <w:t>Christian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3F2D2A" w:rsidRDefault="003F2D2A" w:rsidP="00F75B8B">
            <w:pPr>
              <w:spacing w:after="0" w:line="240" w:lineRule="auto"/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 xml:space="preserve">Oui </w:t>
            </w:r>
          </w:p>
        </w:tc>
      </w:tr>
      <w:tr w:rsidR="003F2D2A" w:rsidRPr="00F75B8B" w:rsidTr="003F2D2A">
        <w:trPr>
          <w:trHeight w:val="325"/>
        </w:trPr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Mercredi 24/6</w:t>
            </w:r>
          </w:p>
        </w:tc>
        <w:tc>
          <w:tcPr>
            <w:tcW w:w="2699" w:type="dxa"/>
            <w:shd w:val="clear" w:color="auto" w:fill="FFC0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Francesco</w:t>
            </w:r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Virginie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3F2D2A">
        <w:tc>
          <w:tcPr>
            <w:tcW w:w="1843" w:type="dxa"/>
            <w:shd w:val="clear" w:color="auto" w:fill="DAEEF3" w:themeFill="accent5" w:themeFillTint="33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Lundi 29/6</w:t>
            </w:r>
          </w:p>
        </w:tc>
        <w:tc>
          <w:tcPr>
            <w:tcW w:w="2699" w:type="dxa"/>
            <w:shd w:val="clear" w:color="auto" w:fill="000000" w:themeFill="text1"/>
          </w:tcPr>
          <w:p w:rsidR="003F2D2A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proofErr w:type="spellStart"/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hhh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kkkkkkkkk</w:t>
            </w:r>
            <w:r w:rsidRPr="00F25C85"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  <w:t>h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Pr="00F75B8B" w:rsidRDefault="0091580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Michel</w:t>
            </w:r>
          </w:p>
        </w:tc>
        <w:tc>
          <w:tcPr>
            <w:tcW w:w="1721" w:type="dxa"/>
            <w:shd w:val="clear" w:color="auto" w:fill="66FF66"/>
          </w:tcPr>
          <w:p w:rsidR="003F2D2A" w:rsidRPr="00F75B8B" w:rsidRDefault="003F2D2A" w:rsidP="00F75B8B">
            <w:pPr>
              <w:spacing w:after="0" w:line="240" w:lineRule="auto"/>
            </w:pPr>
            <w:r>
              <w:t>Serge</w:t>
            </w: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Pr="00F75B8B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  <w:tr w:rsidR="003F2D2A" w:rsidRPr="00F75B8B" w:rsidTr="009613A8">
        <w:tc>
          <w:tcPr>
            <w:tcW w:w="1843" w:type="dxa"/>
            <w:shd w:val="clear" w:color="auto" w:fill="DAEEF3" w:themeFill="accent5" w:themeFillTint="33"/>
          </w:tcPr>
          <w:p w:rsidR="003F2D2A" w:rsidRDefault="009613A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Mercred</w:t>
            </w:r>
            <w:r w:rsidR="003F2D2A">
              <w:rPr>
                <w:rFonts w:ascii="Segoe UI" w:hAnsi="Segoe UI" w:cs="Segoe UI"/>
                <w:color w:val="000000"/>
                <w:sz w:val="21"/>
                <w:szCs w:val="21"/>
              </w:rPr>
              <w:t>i 1/7</w:t>
            </w:r>
          </w:p>
        </w:tc>
        <w:tc>
          <w:tcPr>
            <w:tcW w:w="2699" w:type="dxa"/>
            <w:shd w:val="clear" w:color="auto" w:fill="FFFF00"/>
          </w:tcPr>
          <w:p w:rsidR="003F2D2A" w:rsidRPr="00F25C85" w:rsidRDefault="009613A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  <w:highlight w:val="black"/>
                <w:lang w:val="en-US"/>
              </w:rPr>
            </w:pPr>
            <w:proofErr w:type="spellStart"/>
            <w:r w:rsidRPr="009613A8">
              <w:rPr>
                <w:rFonts w:ascii="Segoe UI" w:hAnsi="Segoe UI" w:cs="Segoe UI"/>
                <w:sz w:val="21"/>
                <w:szCs w:val="21"/>
                <w:highlight w:val="yellow"/>
                <w:lang w:val="en-US"/>
              </w:rPr>
              <w:t>Virginie</w:t>
            </w:r>
            <w:proofErr w:type="spellEnd"/>
          </w:p>
        </w:tc>
        <w:tc>
          <w:tcPr>
            <w:tcW w:w="1800" w:type="dxa"/>
            <w:shd w:val="clear" w:color="auto" w:fill="EEECE1" w:themeFill="background2"/>
          </w:tcPr>
          <w:p w:rsidR="003F2D2A" w:rsidRDefault="009613A8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Jean-Claude D.</w:t>
            </w:r>
          </w:p>
        </w:tc>
        <w:tc>
          <w:tcPr>
            <w:tcW w:w="1721" w:type="dxa"/>
            <w:shd w:val="clear" w:color="auto" w:fill="66FF66"/>
          </w:tcPr>
          <w:p w:rsidR="003F2D2A" w:rsidRDefault="003F2D2A" w:rsidP="00F75B8B">
            <w:pPr>
              <w:spacing w:after="0" w:line="240" w:lineRule="auto"/>
            </w:pPr>
          </w:p>
        </w:tc>
        <w:tc>
          <w:tcPr>
            <w:tcW w:w="2522" w:type="dxa"/>
            <w:shd w:val="clear" w:color="auto" w:fill="FBD4B4" w:themeFill="accent6" w:themeFillTint="66"/>
          </w:tcPr>
          <w:p w:rsidR="003F2D2A" w:rsidRDefault="003F2D2A" w:rsidP="00F75B8B">
            <w:pPr>
              <w:spacing w:after="0" w:line="240" w:lineRule="auto"/>
            </w:pPr>
          </w:p>
        </w:tc>
        <w:tc>
          <w:tcPr>
            <w:tcW w:w="4732" w:type="dxa"/>
            <w:shd w:val="clear" w:color="auto" w:fill="FFFF0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Pas de salle</w:t>
            </w:r>
          </w:p>
        </w:tc>
        <w:tc>
          <w:tcPr>
            <w:tcW w:w="1127" w:type="dxa"/>
            <w:shd w:val="clear" w:color="auto" w:fill="948A54" w:themeFill="background2" w:themeFillShade="80"/>
          </w:tcPr>
          <w:p w:rsidR="003F2D2A" w:rsidRPr="00F75B8B" w:rsidRDefault="003F2D2A" w:rsidP="00F75B8B">
            <w:pPr>
              <w:spacing w:after="0" w:line="240" w:lineRule="auto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</w:tbl>
    <w:p w:rsidR="00B53355" w:rsidRDefault="00B53355" w:rsidP="00A5558F"/>
    <w:p w:rsidR="002A2965" w:rsidRPr="00CF6184" w:rsidRDefault="002A2965" w:rsidP="00A5558F">
      <w:pPr>
        <w:rPr>
          <w:color w:val="FFFFFF" w:themeColor="background1"/>
          <w:sz w:val="36"/>
          <w:szCs w:val="36"/>
        </w:rPr>
      </w:pPr>
      <w:r w:rsidRPr="00CF6184">
        <w:rPr>
          <w:color w:val="FFFFFF" w:themeColor="background1"/>
          <w:sz w:val="36"/>
          <w:szCs w:val="36"/>
        </w:rPr>
        <w:t>Chef d’école : Alain BASTIN</w:t>
      </w:r>
      <w:r w:rsidR="00AA1569">
        <w:rPr>
          <w:color w:val="FFFFFF" w:themeColor="background1"/>
          <w:sz w:val="36"/>
          <w:szCs w:val="36"/>
        </w:rPr>
        <w:t xml:space="preserve"> : </w:t>
      </w:r>
      <w:r w:rsidR="00180E9D">
        <w:rPr>
          <w:color w:val="FFFFFF" w:themeColor="background1"/>
          <w:sz w:val="36"/>
          <w:szCs w:val="36"/>
        </w:rPr>
        <w:t>0495/29.38.97</w:t>
      </w:r>
      <w:r w:rsidR="005358A6">
        <w:rPr>
          <w:color w:val="FFFFFF" w:themeColor="background1"/>
          <w:sz w:val="36"/>
          <w:szCs w:val="36"/>
        </w:rPr>
        <w:t xml:space="preserve">    </w:t>
      </w:r>
      <w:r w:rsidRPr="00CF6184">
        <w:rPr>
          <w:color w:val="FFFFFF" w:themeColor="background1"/>
          <w:sz w:val="36"/>
          <w:szCs w:val="36"/>
        </w:rPr>
        <w:t xml:space="preserve">Présidente : Virginie </w:t>
      </w:r>
      <w:proofErr w:type="spellStart"/>
      <w:r w:rsidRPr="00CF6184">
        <w:rPr>
          <w:color w:val="FFFFFF" w:themeColor="background1"/>
          <w:sz w:val="36"/>
          <w:szCs w:val="36"/>
        </w:rPr>
        <w:t>Gailliez</w:t>
      </w:r>
      <w:proofErr w:type="spellEnd"/>
      <w:r w:rsidR="00AA1569">
        <w:rPr>
          <w:color w:val="FFFFFF" w:themeColor="background1"/>
          <w:sz w:val="36"/>
          <w:szCs w:val="36"/>
        </w:rPr>
        <w:t> :</w:t>
      </w:r>
      <w:r w:rsidR="00CF6184">
        <w:rPr>
          <w:color w:val="FFFFFF" w:themeColor="background1"/>
          <w:sz w:val="36"/>
          <w:szCs w:val="36"/>
        </w:rPr>
        <w:t xml:space="preserve"> 0476/39.13.73</w:t>
      </w:r>
    </w:p>
    <w:sectPr w:rsidR="002A2965" w:rsidRPr="00CF6184" w:rsidSect="00A35F5C">
      <w:headerReference w:type="default" r:id="rId7"/>
      <w:pgSz w:w="16838" w:h="11906" w:orient="landscape"/>
      <w:pgMar w:top="1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A49" w:rsidRDefault="00E51A49" w:rsidP="00A35F5C">
      <w:pPr>
        <w:spacing w:after="0" w:line="240" w:lineRule="auto"/>
      </w:pPr>
      <w:r>
        <w:separator/>
      </w:r>
    </w:p>
  </w:endnote>
  <w:endnote w:type="continuationSeparator" w:id="0">
    <w:p w:rsidR="00E51A49" w:rsidRDefault="00E51A49" w:rsidP="00A35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A49" w:rsidRDefault="00E51A49" w:rsidP="00A35F5C">
      <w:pPr>
        <w:spacing w:after="0" w:line="240" w:lineRule="auto"/>
      </w:pPr>
      <w:r>
        <w:separator/>
      </w:r>
    </w:p>
  </w:footnote>
  <w:footnote w:type="continuationSeparator" w:id="0">
    <w:p w:rsidR="00E51A49" w:rsidRDefault="00E51A49" w:rsidP="00A35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F5C" w:rsidRPr="00A35F5C" w:rsidRDefault="00A35F5C">
    <w:pPr>
      <w:pStyle w:val="En-tte"/>
      <w:rPr>
        <w:b/>
        <w:color w:val="FFFFFF" w:themeColor="background1"/>
        <w:sz w:val="32"/>
        <w:szCs w:val="32"/>
      </w:rPr>
    </w:pPr>
    <w:r w:rsidRPr="00A35F5C">
      <w:rPr>
        <w:b/>
        <w:color w:val="FFFFFF" w:themeColor="background1"/>
        <w:sz w:val="32"/>
        <w:szCs w:val="32"/>
      </w:rPr>
      <w:t>Planning piscine</w:t>
    </w:r>
  </w:p>
  <w:p w:rsidR="00A35F5C" w:rsidRDefault="00A35F5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8F"/>
    <w:rsid w:val="000152C9"/>
    <w:rsid w:val="000179E4"/>
    <w:rsid w:val="0002647F"/>
    <w:rsid w:val="000509C0"/>
    <w:rsid w:val="0005747A"/>
    <w:rsid w:val="00075097"/>
    <w:rsid w:val="000819C3"/>
    <w:rsid w:val="00096587"/>
    <w:rsid w:val="000B0D5B"/>
    <w:rsid w:val="000B383E"/>
    <w:rsid w:val="000D01A0"/>
    <w:rsid w:val="000D4DD6"/>
    <w:rsid w:val="00106462"/>
    <w:rsid w:val="00126986"/>
    <w:rsid w:val="00144704"/>
    <w:rsid w:val="001559E8"/>
    <w:rsid w:val="00170391"/>
    <w:rsid w:val="00180E9D"/>
    <w:rsid w:val="001B66C7"/>
    <w:rsid w:val="001C567E"/>
    <w:rsid w:val="001F0E84"/>
    <w:rsid w:val="001F5515"/>
    <w:rsid w:val="00207163"/>
    <w:rsid w:val="002172C6"/>
    <w:rsid w:val="00263F6A"/>
    <w:rsid w:val="00295B4C"/>
    <w:rsid w:val="002A2965"/>
    <w:rsid w:val="002B3D1F"/>
    <w:rsid w:val="002D6877"/>
    <w:rsid w:val="002E7EC6"/>
    <w:rsid w:val="002F2025"/>
    <w:rsid w:val="002F3F7A"/>
    <w:rsid w:val="002F7657"/>
    <w:rsid w:val="003147CD"/>
    <w:rsid w:val="003203D6"/>
    <w:rsid w:val="00330D0F"/>
    <w:rsid w:val="003455D0"/>
    <w:rsid w:val="003515F8"/>
    <w:rsid w:val="00367E1C"/>
    <w:rsid w:val="003864B2"/>
    <w:rsid w:val="003929DC"/>
    <w:rsid w:val="003B0493"/>
    <w:rsid w:val="003B52B5"/>
    <w:rsid w:val="003C2AB2"/>
    <w:rsid w:val="003D4477"/>
    <w:rsid w:val="003F103C"/>
    <w:rsid w:val="003F2D2A"/>
    <w:rsid w:val="00400B3A"/>
    <w:rsid w:val="00402AC4"/>
    <w:rsid w:val="0043387A"/>
    <w:rsid w:val="0044088C"/>
    <w:rsid w:val="00465EE1"/>
    <w:rsid w:val="004769E9"/>
    <w:rsid w:val="004E7F96"/>
    <w:rsid w:val="004F3AD7"/>
    <w:rsid w:val="00506FFC"/>
    <w:rsid w:val="005358A6"/>
    <w:rsid w:val="00550D98"/>
    <w:rsid w:val="005555D1"/>
    <w:rsid w:val="00577495"/>
    <w:rsid w:val="00581F70"/>
    <w:rsid w:val="00590675"/>
    <w:rsid w:val="005A75B2"/>
    <w:rsid w:val="005D29E4"/>
    <w:rsid w:val="005E0403"/>
    <w:rsid w:val="005F1B6A"/>
    <w:rsid w:val="005F20FE"/>
    <w:rsid w:val="00606897"/>
    <w:rsid w:val="00617A8E"/>
    <w:rsid w:val="006319AB"/>
    <w:rsid w:val="00635842"/>
    <w:rsid w:val="00636157"/>
    <w:rsid w:val="00646524"/>
    <w:rsid w:val="006553DD"/>
    <w:rsid w:val="00660EE2"/>
    <w:rsid w:val="006707D9"/>
    <w:rsid w:val="006724F5"/>
    <w:rsid w:val="00672A0D"/>
    <w:rsid w:val="006B4BAE"/>
    <w:rsid w:val="006C01FA"/>
    <w:rsid w:val="006E2F94"/>
    <w:rsid w:val="00705D6F"/>
    <w:rsid w:val="0070742A"/>
    <w:rsid w:val="0072216A"/>
    <w:rsid w:val="00726C64"/>
    <w:rsid w:val="00785817"/>
    <w:rsid w:val="00790EA4"/>
    <w:rsid w:val="0079495C"/>
    <w:rsid w:val="007C2CA7"/>
    <w:rsid w:val="007C4A36"/>
    <w:rsid w:val="007F0D9D"/>
    <w:rsid w:val="007F1C13"/>
    <w:rsid w:val="007F64E4"/>
    <w:rsid w:val="00840097"/>
    <w:rsid w:val="0084167A"/>
    <w:rsid w:val="0086326D"/>
    <w:rsid w:val="00873129"/>
    <w:rsid w:val="008817DD"/>
    <w:rsid w:val="00886348"/>
    <w:rsid w:val="008A03BA"/>
    <w:rsid w:val="008B74EF"/>
    <w:rsid w:val="008C49A7"/>
    <w:rsid w:val="008D71AF"/>
    <w:rsid w:val="008F6929"/>
    <w:rsid w:val="00911DD4"/>
    <w:rsid w:val="00914ABE"/>
    <w:rsid w:val="00915808"/>
    <w:rsid w:val="00924823"/>
    <w:rsid w:val="00926244"/>
    <w:rsid w:val="00952203"/>
    <w:rsid w:val="00953B40"/>
    <w:rsid w:val="00957C9D"/>
    <w:rsid w:val="009613A8"/>
    <w:rsid w:val="00981F59"/>
    <w:rsid w:val="00990A4A"/>
    <w:rsid w:val="00991898"/>
    <w:rsid w:val="009B5164"/>
    <w:rsid w:val="009C391C"/>
    <w:rsid w:val="009D0512"/>
    <w:rsid w:val="009D2B52"/>
    <w:rsid w:val="009D3F8D"/>
    <w:rsid w:val="009F5BB9"/>
    <w:rsid w:val="00A202E3"/>
    <w:rsid w:val="00A22C67"/>
    <w:rsid w:val="00A24E62"/>
    <w:rsid w:val="00A35F5C"/>
    <w:rsid w:val="00A46B98"/>
    <w:rsid w:val="00A473E3"/>
    <w:rsid w:val="00A5558F"/>
    <w:rsid w:val="00A74E43"/>
    <w:rsid w:val="00AA1569"/>
    <w:rsid w:val="00AD3C00"/>
    <w:rsid w:val="00AE2FD5"/>
    <w:rsid w:val="00AF7BB6"/>
    <w:rsid w:val="00B23971"/>
    <w:rsid w:val="00B5098F"/>
    <w:rsid w:val="00B53355"/>
    <w:rsid w:val="00B548AA"/>
    <w:rsid w:val="00B5686C"/>
    <w:rsid w:val="00B6142A"/>
    <w:rsid w:val="00B74AD5"/>
    <w:rsid w:val="00B81CF4"/>
    <w:rsid w:val="00B913D5"/>
    <w:rsid w:val="00B95623"/>
    <w:rsid w:val="00BB0AAA"/>
    <w:rsid w:val="00BB564F"/>
    <w:rsid w:val="00BC6BFC"/>
    <w:rsid w:val="00C053AB"/>
    <w:rsid w:val="00C13C78"/>
    <w:rsid w:val="00C177B2"/>
    <w:rsid w:val="00C62B21"/>
    <w:rsid w:val="00C65EBB"/>
    <w:rsid w:val="00C73760"/>
    <w:rsid w:val="00C93770"/>
    <w:rsid w:val="00C953A3"/>
    <w:rsid w:val="00CD6E0F"/>
    <w:rsid w:val="00CF12FA"/>
    <w:rsid w:val="00CF6184"/>
    <w:rsid w:val="00CF6948"/>
    <w:rsid w:val="00D204E8"/>
    <w:rsid w:val="00D33D9B"/>
    <w:rsid w:val="00D34DBC"/>
    <w:rsid w:val="00D45C64"/>
    <w:rsid w:val="00D5066B"/>
    <w:rsid w:val="00D55152"/>
    <w:rsid w:val="00D7440D"/>
    <w:rsid w:val="00D867F9"/>
    <w:rsid w:val="00D923E9"/>
    <w:rsid w:val="00DC16AA"/>
    <w:rsid w:val="00DE5D44"/>
    <w:rsid w:val="00DF055E"/>
    <w:rsid w:val="00E04BFC"/>
    <w:rsid w:val="00E306C5"/>
    <w:rsid w:val="00E404A5"/>
    <w:rsid w:val="00E44979"/>
    <w:rsid w:val="00E51A49"/>
    <w:rsid w:val="00E527E5"/>
    <w:rsid w:val="00E54E7A"/>
    <w:rsid w:val="00E73026"/>
    <w:rsid w:val="00E8201D"/>
    <w:rsid w:val="00EA3FF9"/>
    <w:rsid w:val="00EC1FE8"/>
    <w:rsid w:val="00EC2B8F"/>
    <w:rsid w:val="00EC3D4B"/>
    <w:rsid w:val="00ED4DA6"/>
    <w:rsid w:val="00EF667A"/>
    <w:rsid w:val="00F06F7C"/>
    <w:rsid w:val="00F22D64"/>
    <w:rsid w:val="00F24648"/>
    <w:rsid w:val="00F2572A"/>
    <w:rsid w:val="00F25C85"/>
    <w:rsid w:val="00F26FBD"/>
    <w:rsid w:val="00F5311B"/>
    <w:rsid w:val="00F62913"/>
    <w:rsid w:val="00F75B8B"/>
    <w:rsid w:val="00F85DF3"/>
    <w:rsid w:val="00F93DA8"/>
    <w:rsid w:val="00FC5457"/>
    <w:rsid w:val="00FE3F04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3D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F3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9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53A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35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5F5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35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5F5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3D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F3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9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53A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35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5F5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35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5F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rginie\Documents\CASAL\comit&#233;%202013\planning%20piscine%20septembre%202013%20-%20juin%20%202014%20Jean-Claud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 piscine septembre 2013 - juin  2014 Jean-Claude</Template>
  <TotalTime>3647</TotalTime>
  <Pages>1</Pages>
  <Words>430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Viriginie Gailliez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Viriginie Gailliez</dc:creator>
  <cp:lastModifiedBy>Virginie</cp:lastModifiedBy>
  <cp:revision>19</cp:revision>
  <cp:lastPrinted>2014-03-16T21:00:00Z</cp:lastPrinted>
  <dcterms:created xsi:type="dcterms:W3CDTF">2014-12-19T13:02:00Z</dcterms:created>
  <dcterms:modified xsi:type="dcterms:W3CDTF">2015-03-10T10:31:00Z</dcterms:modified>
</cp:coreProperties>
</file>